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122F3937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7B03BF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5D904541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1428C94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 or 940nm versions.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2B9AED3D" w14:textId="04F95CF7" w:rsidR="008D1B97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8D1B97">
        <w:rPr>
          <w:rFonts w:ascii="Arial" w:hAnsi="Arial" w:cs="Arial"/>
          <w:lang w:val="en-CA"/>
        </w:rPr>
        <w:t>.</w:t>
      </w:r>
    </w:p>
    <w:p w14:paraId="2580B681" w14:textId="77777777" w:rsidR="008D1B97" w:rsidRDefault="008D1B97" w:rsidP="001B4BDE">
      <w:pPr>
        <w:pStyle w:val="ListParagraph"/>
        <w:rPr>
          <w:rFonts w:ascii="Arial" w:hAnsi="Arial" w:cs="Arial"/>
          <w:lang w:val="en-CA"/>
        </w:rPr>
      </w:pPr>
    </w:p>
    <w:p w14:paraId="55E62C55" w14:textId="37135A69" w:rsidR="008D1B97" w:rsidRDefault="00760120" w:rsidP="001B4BDE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7B03BF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24CF1BE5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655D995C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8D1B97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>to 180°</w:t>
      </w:r>
      <w:r w:rsidR="00974AF7">
        <w:rPr>
          <w:rFonts w:ascii="Arial" w:hAnsi="Arial" w:cs="Arial"/>
          <w:lang w:val="en-CA"/>
        </w:rPr>
        <w:t>,</w:t>
      </w:r>
      <w:r>
        <w:rPr>
          <w:rFonts w:ascii="Arial" w:hAnsi="Arial" w:cs="Arial"/>
          <w:lang w:val="en-CA"/>
        </w:rPr>
        <w:t xml:space="preserve"> to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7042E5B7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51739D75" w:rsidR="00E14113" w:rsidRPr="00A9611B" w:rsidRDefault="00E14113" w:rsidP="001B4BDE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1B4BDE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1B4BDE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1B4BDE">
        <w:rPr>
          <w:rStyle w:val="hps"/>
          <w:rFonts w:ascii="Arial" w:hAnsi="Arial" w:cs="Arial"/>
          <w:lang w:val="en-CA"/>
        </w:rPr>
        <w:t xml:space="preserve"> and the </w:t>
      </w:r>
      <w:r w:rsidR="000A0856" w:rsidRPr="001B4BDE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2830C27" w14:textId="77777777" w:rsidR="001B4BDE" w:rsidRPr="00335273" w:rsidRDefault="001B4BDE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4DE78713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416F28">
        <w:rPr>
          <w:rFonts w:ascii="Arial" w:hAnsi="Arial" w:cs="Arial"/>
          <w:iCs/>
          <w:lang w:val="en-CA"/>
        </w:rPr>
        <w:t>606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416F28">
        <w:rPr>
          <w:rFonts w:ascii="Arial" w:hAnsi="Arial" w:cs="Arial"/>
          <w:iCs/>
          <w:lang w:val="en-CA"/>
        </w:rPr>
        <w:t>1</w:t>
      </w:r>
      <w:r w:rsidR="00961A18">
        <w:rPr>
          <w:rFonts w:ascii="Arial" w:hAnsi="Arial" w:cs="Arial"/>
          <w:iCs/>
          <w:lang w:val="en-CA"/>
        </w:rPr>
        <w:t>,</w:t>
      </w:r>
      <w:r w:rsidR="00416F28">
        <w:rPr>
          <w:rFonts w:ascii="Arial" w:hAnsi="Arial" w:cs="Arial"/>
          <w:iCs/>
          <w:lang w:val="en-CA"/>
        </w:rPr>
        <w:t>986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77777777" w:rsidR="00BE01DF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Angle of Illumination</w:t>
      </w:r>
      <w:r w:rsidR="00981753" w:rsidRPr="00BE345E">
        <w:rPr>
          <w:rFonts w:ascii="Arial" w:hAnsi="Arial" w:cs="Arial"/>
          <w:iCs/>
          <w:lang w:val="en-CA"/>
        </w:rPr>
        <w:t xml:space="preserve">: </w:t>
      </w:r>
      <w:r w:rsidR="00981753" w:rsidRPr="00BE345E">
        <w:rPr>
          <w:rFonts w:ascii="Arial" w:hAnsi="Arial" w:cs="Arial"/>
          <w:iCs/>
          <w:lang w:val="en-CA"/>
        </w:rPr>
        <w:tab/>
      </w:r>
      <w:r w:rsidR="000F182B">
        <w:rPr>
          <w:rFonts w:ascii="Arial" w:hAnsi="Arial" w:cs="Arial"/>
          <w:iCs/>
          <w:lang w:val="en-CA"/>
        </w:rPr>
        <w:t xml:space="preserve">10, </w:t>
      </w:r>
      <w:r w:rsidR="000F182B" w:rsidRPr="00BE345E">
        <w:rPr>
          <w:rFonts w:ascii="Arial" w:hAnsi="Arial" w:cs="Arial"/>
          <w:iCs/>
          <w:lang w:val="en-CA"/>
        </w:rPr>
        <w:t>3</w:t>
      </w:r>
      <w:r w:rsidR="000F182B">
        <w:rPr>
          <w:rFonts w:ascii="Arial" w:hAnsi="Arial" w:cs="Arial"/>
          <w:iCs/>
          <w:lang w:val="en-CA"/>
        </w:rPr>
        <w:t>5, 60, 80, 120</w:t>
      </w:r>
      <w:r w:rsidR="002C0A50">
        <w:rPr>
          <w:rFonts w:ascii="Arial" w:hAnsi="Arial" w:cs="Arial"/>
          <w:iCs/>
          <w:lang w:val="en-CA"/>
        </w:rPr>
        <w:t>, 180</w:t>
      </w:r>
      <w:r w:rsidR="000F182B" w:rsidRPr="00BE345E">
        <w:rPr>
          <w:rFonts w:ascii="Arial" w:hAnsi="Arial" w:cs="Arial"/>
          <w:iCs/>
          <w:lang w:val="en-CA"/>
        </w:rPr>
        <w:t xml:space="preserve"> degrees</w:t>
      </w:r>
      <w:r w:rsidR="00BE01DF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0E2F5A1E" w:rsidR="000469F9" w:rsidRPr="00207E8C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7B03BF">
        <w:rPr>
          <w:rFonts w:ascii="Arial" w:hAnsi="Arial" w:cs="Arial"/>
          <w:iCs/>
          <w:lang w:val="en-CA"/>
        </w:rPr>
        <w:t>PLATINUM Elite SMT LEDs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7BF35C1B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 (940nm as an option)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2DA30852" w:rsidR="00207E8C" w:rsidRPr="00207E8C" w:rsidRDefault="001B4BDE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>At least 0.35uW/cm</w:t>
      </w:r>
      <w:r w:rsidR="00207E8C"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2923C8D9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416F28">
        <w:rPr>
          <w:rFonts w:ascii="Arial" w:hAnsi="Arial" w:cs="Arial"/>
          <w:iCs/>
          <w:lang w:val="en-CA"/>
        </w:rPr>
        <w:t>138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77777777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416F28">
        <w:rPr>
          <w:rFonts w:ascii="Arial" w:hAnsi="Arial" w:cs="Arial"/>
          <w:iCs/>
          <w:lang w:val="en-CA"/>
        </w:rPr>
        <w:t>6kg (13.2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6AC3509A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8D1B97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62432979" w:rsidR="000469F9" w:rsidRPr="00BE345E" w:rsidRDefault="008D1B97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4EC5AF60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416F28">
        <w:rPr>
          <w:rFonts w:ascii="Arial" w:hAnsi="Arial" w:cs="Arial"/>
          <w:iCs/>
          <w:lang w:val="fr-CA"/>
        </w:rPr>
        <w:t>423mm x 226</w:t>
      </w:r>
      <w:r w:rsidR="009579AA" w:rsidRPr="00261F10">
        <w:rPr>
          <w:rFonts w:ascii="Arial" w:hAnsi="Arial" w:cs="Arial"/>
          <w:iCs/>
          <w:lang w:val="fr-CA"/>
        </w:rPr>
        <w:t>mm x 6</w:t>
      </w:r>
      <w:r w:rsidR="00416F28">
        <w:rPr>
          <w:rFonts w:ascii="Arial" w:hAnsi="Arial" w:cs="Arial"/>
          <w:iCs/>
          <w:lang w:val="fr-CA"/>
        </w:rPr>
        <w:t>8</w:t>
      </w:r>
      <w:r w:rsidRPr="00261F10">
        <w:rPr>
          <w:rFonts w:ascii="Arial" w:hAnsi="Arial" w:cs="Arial"/>
          <w:iCs/>
          <w:lang w:val="fr-CA"/>
        </w:rPr>
        <w:t>mm</w:t>
      </w:r>
      <w:r w:rsidR="00E0775D" w:rsidRPr="00261F10">
        <w:rPr>
          <w:rFonts w:ascii="Arial" w:hAnsi="Arial" w:cs="Arial"/>
          <w:iCs/>
          <w:lang w:val="fr-CA"/>
        </w:rPr>
        <w:t xml:space="preserve"> (</w:t>
      </w:r>
      <w:r w:rsidR="00416F28">
        <w:rPr>
          <w:rFonts w:ascii="Arial" w:hAnsi="Arial" w:cs="Arial"/>
          <w:iCs/>
          <w:lang w:val="fr-CA"/>
        </w:rPr>
        <w:t>17” x 9</w:t>
      </w:r>
      <w:r w:rsidR="004F2B35">
        <w:rPr>
          <w:rFonts w:ascii="Arial" w:hAnsi="Arial" w:cs="Arial"/>
          <w:iCs/>
          <w:lang w:val="fr-CA"/>
        </w:rPr>
        <w:t>” x 3</w:t>
      </w:r>
      <w:r w:rsidR="00E0775D" w:rsidRPr="00261F10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3210E537" w:rsidR="00961A18" w:rsidRDefault="001B4BDE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1B4BDE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2.5</w:t>
      </w:r>
      <w:r w:rsidR="00961A18">
        <w:rPr>
          <w:rFonts w:ascii="Arial" w:hAnsi="Arial" w:cs="Arial"/>
          <w:iCs/>
          <w:lang w:val="fr-CA"/>
        </w:rPr>
        <w:t>m (</w:t>
      </w:r>
      <w:r>
        <w:rPr>
          <w:rFonts w:ascii="Arial" w:hAnsi="Arial" w:cs="Arial"/>
          <w:iCs/>
          <w:lang w:val="fr-CA"/>
        </w:rPr>
        <w:t>8.2</w:t>
      </w:r>
      <w:r w:rsidR="00961A18">
        <w:rPr>
          <w:rFonts w:ascii="Arial" w:hAnsi="Arial" w:cs="Arial"/>
          <w:iCs/>
          <w:lang w:val="fr-CA"/>
        </w:rPr>
        <w:t xml:space="preserve">ft), 6 </w:t>
      </w:r>
      <w:r w:rsidR="00961A18" w:rsidRPr="001B4BDE">
        <w:rPr>
          <w:rFonts w:ascii="Arial" w:hAnsi="Arial" w:cs="Arial"/>
          <w:iCs/>
          <w:lang w:val="en-GB"/>
        </w:rPr>
        <w:t>core</w:t>
      </w:r>
      <w:r w:rsidR="00961A18"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4D3648D2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1B4BDE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1B4BDE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E36B7B4" w14:textId="77777777" w:rsidR="001B4BDE" w:rsidRPr="00BE01DF" w:rsidRDefault="001B4BDE" w:rsidP="00BE01DF">
      <w:pPr>
        <w:ind w:left="1080" w:firstLine="720"/>
        <w:rPr>
          <w:rFonts w:ascii="Univers" w:hAnsi="Univers" w:cs="Univers"/>
          <w:lang w:val="en-CA"/>
        </w:rPr>
      </w:pPr>
    </w:p>
    <w:p w14:paraId="1978111B" w14:textId="133FA4C7" w:rsidR="0002564A" w:rsidRPr="00961A18" w:rsidRDefault="0002564A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08D2E84D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873E68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i8</w:t>
      </w:r>
      <w:r w:rsidR="00960A00">
        <w:rPr>
          <w:rFonts w:ascii="Arial" w:hAnsi="Arial" w:cs="Arial"/>
          <w:lang w:val="en-CA"/>
        </w:rPr>
        <w:t>-3</w:t>
      </w:r>
      <w:r w:rsidR="00961A18">
        <w:rPr>
          <w:rFonts w:ascii="Arial" w:hAnsi="Arial" w:cs="Arial"/>
          <w:lang w:val="en-CA"/>
        </w:rPr>
        <w:t xml:space="preserve"> (for 850nm models) or VAR2-i8-3-C (for 940nm models)</w:t>
      </w:r>
      <w:r w:rsidR="009579AA">
        <w:rPr>
          <w:rFonts w:ascii="Arial" w:hAnsi="Arial" w:cs="Arial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BFF9F" w14:textId="77777777" w:rsidR="002A1918" w:rsidRDefault="002A1918">
      <w:r>
        <w:separator/>
      </w:r>
    </w:p>
  </w:endnote>
  <w:endnote w:type="continuationSeparator" w:id="0">
    <w:p w14:paraId="459B9B61" w14:textId="77777777" w:rsidR="002A1918" w:rsidRDefault="002A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0B268" w14:textId="77777777" w:rsidR="002A1918" w:rsidRDefault="002A1918">
      <w:r>
        <w:separator/>
      </w:r>
    </w:p>
  </w:footnote>
  <w:footnote w:type="continuationSeparator" w:id="0">
    <w:p w14:paraId="73752CAB" w14:textId="77777777" w:rsidR="002A1918" w:rsidRDefault="002A1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1B4BDE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1B4BDE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661D6BD5" w:rsidR="00BE01DF" w:rsidRPr="001B4BDE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1B4BDE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VAR2-i8-3  Infra-Red Illuminator Specification    </w:t>
          </w:r>
        </w:p>
        <w:p w14:paraId="4B226F07" w14:textId="45AD071E" w:rsidR="00BE01DF" w:rsidRPr="001B4BDE" w:rsidRDefault="00BE01DF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1B4BDE">
            <w:rPr>
              <w:rFonts w:ascii="Arial" w:hAnsi="Arial" w:cs="Arial"/>
              <w:sz w:val="24"/>
              <w:szCs w:val="28"/>
              <w:lang w:val="en-CA"/>
            </w:rPr>
            <w:t>65m to 606m (21</w:t>
          </w:r>
          <w:r w:rsidR="001B4BDE">
            <w:rPr>
              <w:rFonts w:ascii="Arial" w:hAnsi="Arial" w:cs="Arial"/>
              <w:sz w:val="24"/>
              <w:szCs w:val="28"/>
              <w:lang w:val="en-CA"/>
            </w:rPr>
            <w:t>3</w:t>
          </w:r>
          <w:r w:rsidRPr="001B4BDE">
            <w:rPr>
              <w:rFonts w:ascii="Arial" w:hAnsi="Arial" w:cs="Arial"/>
              <w:sz w:val="24"/>
              <w:szCs w:val="28"/>
              <w:lang w:val="en-CA"/>
            </w:rPr>
            <w:t>ft to 1,</w:t>
          </w:r>
          <w:r w:rsidR="001B4BDE">
            <w:rPr>
              <w:rFonts w:ascii="Arial" w:hAnsi="Arial" w:cs="Arial"/>
              <w:sz w:val="24"/>
              <w:szCs w:val="28"/>
              <w:lang w:val="en-CA"/>
            </w:rPr>
            <w:t>988</w:t>
          </w:r>
          <w:r w:rsidRPr="001B4BDE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7BF11431" w:rsidR="00BE01DF" w:rsidRPr="001B4BDE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1B4BDE">
            <w:rPr>
              <w:rFonts w:ascii="Arial" w:eastAsiaTheme="majorEastAsia" w:hAnsi="Arial" w:cs="Arial"/>
              <w:sz w:val="24"/>
              <w:szCs w:val="28"/>
              <w:lang w:val="en-CA"/>
            </w:rPr>
            <w:t>10° to 180°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8D963962"/>
    <w:lvl w:ilvl="0" w:tplc="B1E07E10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102281"/>
    <w:rsid w:val="00103DBC"/>
    <w:rsid w:val="00112F10"/>
    <w:rsid w:val="001208B2"/>
    <w:rsid w:val="00122EBD"/>
    <w:rsid w:val="00146AEE"/>
    <w:rsid w:val="00167913"/>
    <w:rsid w:val="00183C44"/>
    <w:rsid w:val="00192DD4"/>
    <w:rsid w:val="001945C2"/>
    <w:rsid w:val="001A04BA"/>
    <w:rsid w:val="001A6916"/>
    <w:rsid w:val="001A6C0C"/>
    <w:rsid w:val="001B4BDE"/>
    <w:rsid w:val="001B752C"/>
    <w:rsid w:val="001D4EFA"/>
    <w:rsid w:val="001D6409"/>
    <w:rsid w:val="001D667B"/>
    <w:rsid w:val="001E25DD"/>
    <w:rsid w:val="00207E8C"/>
    <w:rsid w:val="00234887"/>
    <w:rsid w:val="00243348"/>
    <w:rsid w:val="00250A9F"/>
    <w:rsid w:val="00251DDD"/>
    <w:rsid w:val="0026119A"/>
    <w:rsid w:val="00261F10"/>
    <w:rsid w:val="00263D8E"/>
    <w:rsid w:val="00291625"/>
    <w:rsid w:val="002A1918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16CA0"/>
    <w:rsid w:val="00531962"/>
    <w:rsid w:val="005727CA"/>
    <w:rsid w:val="0059639E"/>
    <w:rsid w:val="005B340D"/>
    <w:rsid w:val="005B6359"/>
    <w:rsid w:val="005C35C3"/>
    <w:rsid w:val="005C7626"/>
    <w:rsid w:val="005D00FD"/>
    <w:rsid w:val="005D0F38"/>
    <w:rsid w:val="005D3397"/>
    <w:rsid w:val="005D6B38"/>
    <w:rsid w:val="006274F2"/>
    <w:rsid w:val="006870E8"/>
    <w:rsid w:val="006871F4"/>
    <w:rsid w:val="00690AFC"/>
    <w:rsid w:val="006A1803"/>
    <w:rsid w:val="006A2290"/>
    <w:rsid w:val="006D54D2"/>
    <w:rsid w:val="006D745A"/>
    <w:rsid w:val="006E30C3"/>
    <w:rsid w:val="006E4B82"/>
    <w:rsid w:val="006F3AB0"/>
    <w:rsid w:val="006F7531"/>
    <w:rsid w:val="00701F4A"/>
    <w:rsid w:val="00720A9B"/>
    <w:rsid w:val="00744EBF"/>
    <w:rsid w:val="007452FA"/>
    <w:rsid w:val="00760120"/>
    <w:rsid w:val="007B03BF"/>
    <w:rsid w:val="007D3161"/>
    <w:rsid w:val="007E20B5"/>
    <w:rsid w:val="007F4973"/>
    <w:rsid w:val="00823052"/>
    <w:rsid w:val="00825226"/>
    <w:rsid w:val="008318EA"/>
    <w:rsid w:val="00847E29"/>
    <w:rsid w:val="008522EB"/>
    <w:rsid w:val="00862A75"/>
    <w:rsid w:val="00873E68"/>
    <w:rsid w:val="0087526B"/>
    <w:rsid w:val="0087559A"/>
    <w:rsid w:val="008B0E8D"/>
    <w:rsid w:val="008D1B97"/>
    <w:rsid w:val="008D3006"/>
    <w:rsid w:val="008E43BB"/>
    <w:rsid w:val="008E6C01"/>
    <w:rsid w:val="008E6F97"/>
    <w:rsid w:val="008F0150"/>
    <w:rsid w:val="0091414E"/>
    <w:rsid w:val="00943DC9"/>
    <w:rsid w:val="009579AA"/>
    <w:rsid w:val="00960A00"/>
    <w:rsid w:val="00961A18"/>
    <w:rsid w:val="00971F3A"/>
    <w:rsid w:val="00974AF7"/>
    <w:rsid w:val="00981753"/>
    <w:rsid w:val="009852B4"/>
    <w:rsid w:val="009E5872"/>
    <w:rsid w:val="00A12D58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E01DF"/>
    <w:rsid w:val="00BE345E"/>
    <w:rsid w:val="00BF5AFB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ACBB3-7E63-407A-82B8-EC7D0C5F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</TotalTime>
  <Pages>3</Pages>
  <Words>705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4</cp:revision>
  <cp:lastPrinted>2012-04-06T14:26:00Z</cp:lastPrinted>
  <dcterms:created xsi:type="dcterms:W3CDTF">2017-01-27T12:10:00Z</dcterms:created>
  <dcterms:modified xsi:type="dcterms:W3CDTF">2017-02-01T12:33:00Z</dcterms:modified>
</cp:coreProperties>
</file>